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2585A261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B232F1">
        <w:rPr>
          <w:rFonts w:cs="Arial"/>
          <w:color w:val="000000"/>
          <w:sz w:val="22"/>
        </w:rPr>
        <w:t>28</w:t>
      </w:r>
      <w:r w:rsidR="00C4140E">
        <w:rPr>
          <w:rFonts w:cs="Arial"/>
          <w:color w:val="000000"/>
          <w:sz w:val="22"/>
        </w:rPr>
        <w:t>.05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A676A6">
        <w:rPr>
          <w:rFonts w:cs="Arial"/>
          <w:color w:val="000000"/>
          <w:sz w:val="22"/>
        </w:rPr>
        <w:t>2910</w:t>
      </w:r>
    </w:p>
    <w:p w14:paraId="3840C263" w14:textId="77777777" w:rsidR="00DF19FF" w:rsidRDefault="00030EEF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25AE975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aadress: </w:t>
            </w:r>
            <w:r w:rsidR="003D1FEA">
              <w:t xml:space="preserve"> </w:t>
            </w:r>
            <w:r w:rsidR="00B232F1">
              <w:t xml:space="preserve"> </w:t>
            </w:r>
            <w:hyperlink r:id="rId11" w:history="1">
              <w:r w:rsidR="00B232F1" w:rsidRPr="0075341C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andra.mcmanus@elektrilevi.ee</w:t>
              </w:r>
            </w:hyperlink>
            <w:r w:rsidR="00B232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71F135A9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4E6DF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rekonstrueerimine</w:t>
            </w:r>
            <w:r w:rsidR="00A676A6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ja investeering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6B4660E" w14:textId="76401246" w:rsidR="009E24C3" w:rsidRPr="009E24C3" w:rsidRDefault="000B2E35" w:rsidP="009E24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9E24C3" w:rsidRPr="009E24C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LR7509 </w:t>
            </w:r>
          </w:p>
          <w:p w14:paraId="0F587937" w14:textId="7FFC6464" w:rsidR="000B2E35" w:rsidRPr="000B2E35" w:rsidRDefault="009E24C3" w:rsidP="009E24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9E24C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„Tartu-Ilmatsalu, Tartu-Rõhu ja Tartu- Nõo 15 </w:t>
            </w:r>
            <w:proofErr w:type="spellStart"/>
            <w:r w:rsidRPr="009E24C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kV</w:t>
            </w:r>
            <w:proofErr w:type="spellEnd"/>
            <w:r w:rsidRPr="009E24C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fiidrite ümberehitus tööd etapp 10“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999411" w14:textId="631B8540" w:rsidR="000B2E35" w:rsidRDefault="000B2E35" w:rsidP="00A45F32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4E6DF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852023">
              <w:rPr>
                <w:rFonts w:ascii="Calibri" w:eastAsia="Calibri" w:hAnsi="Calibri"/>
                <w:sz w:val="22"/>
                <w:szCs w:val="22"/>
                <w:lang w:val="et-EE"/>
              </w:rPr>
              <w:t>Siim Sulamägi</w:t>
            </w:r>
          </w:p>
          <w:p w14:paraId="1AF8D9E3" w14:textId="12C58CFF" w:rsidR="00A45F32" w:rsidRPr="000B2E35" w:rsidRDefault="00852023" w:rsidP="00A45F3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Enersense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AS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6831AD21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52023">
              <w:t xml:space="preserve"> </w:t>
            </w:r>
            <w:r w:rsidR="00852023" w:rsidRPr="0085202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08.05.2024 nr 7.1-2/24/25886-4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985B7A" w14:textId="149DA46A" w:rsidR="000B2E35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6317051E" w14:textId="2A43541C" w:rsidR="000B2E35" w:rsidRPr="001E3CED" w:rsidRDefault="001E3CED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1E3CED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1.1 Katastriüksuse andmed</w:t>
            </w:r>
          </w:p>
          <w:p w14:paraId="0C71F081" w14:textId="77777777" w:rsidR="00C30FE7" w:rsidRDefault="00C30FE7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2CA8DB39" w14:textId="77777777" w:rsidR="00C30FE7" w:rsidRDefault="00C30FE7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3E0D9304" w14:textId="77777777" w:rsidR="00C30FE7" w:rsidRDefault="00C30FE7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56B29E25" w14:textId="77777777" w:rsidR="00C30FE7" w:rsidRDefault="00C30FE7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002F493E" w14:textId="77777777" w:rsidR="00C30FE7" w:rsidRDefault="00C30FE7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3CF10F96" w14:textId="77777777" w:rsidR="00C30FE7" w:rsidRDefault="00C30FE7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3FFA2146" w14:textId="14F73AFB" w:rsidR="00C30FE7" w:rsidRPr="000B2E35" w:rsidRDefault="00C30FE7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31C5EDE8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Riigitee nr. </w:t>
            </w:r>
            <w:r w:rsidR="0085202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92 Tartu – Viljandi – Kilingi-Nõmme tee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4BBEF57A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85202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83101:001:0346</w:t>
            </w:r>
          </w:p>
          <w:p w14:paraId="19CE75E4" w14:textId="141F4906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852023" w:rsidRPr="0085202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92 Tartu – Viljandi – Kilingi-Nõmme tee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38E487E3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85202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158650</w:t>
            </w:r>
          </w:p>
          <w:p w14:paraId="7438147E" w14:textId="4C6D8A50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35033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59377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77777777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1: elektri maakaabelliini rajamiseks</w:t>
            </w:r>
          </w:p>
          <w:p w14:paraId="7D40855D" w14:textId="2620188E" w:rsidR="007F353E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Ruumikuju</w:t>
            </w:r>
            <w:r w:rsidR="007F353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andmed: PARI ID </w:t>
            </w:r>
            <w:r w:rsidR="0085202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1878</w:t>
            </w:r>
            <w:r w:rsidR="00A676A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</w:t>
            </w:r>
          </w:p>
          <w:p w14:paraId="49F0317C" w14:textId="20AE9929" w:rsidR="000B2E35" w:rsidRDefault="007F353E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627EF8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https://pari.kataster.ee/magic-link/68216508-a656-4676-a428-ddb8a138d33f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  <w:p w14:paraId="61E48E4F" w14:textId="54A7F5BB" w:rsidR="00E54F14" w:rsidRPr="00B65C3A" w:rsidRDefault="00E54F14" w:rsidP="007F353E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E8550A" w:rsidRPr="000B2E35" w14:paraId="5366A096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7BEB7" w14:textId="07394DAB" w:rsidR="0035033E" w:rsidRPr="000B2E35" w:rsidRDefault="0035033E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  <w:r w:rsidRPr="0035033E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1.2. Katastriüksuse andmed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856"/>
            </w:tblGrid>
            <w:tr w:rsidR="007D4791" w:rsidRPr="000B2E35" w14:paraId="7813E297" w14:textId="77777777" w:rsidTr="0063415E">
              <w:trPr>
                <w:trHeight w:val="415"/>
              </w:trPr>
              <w:tc>
                <w:tcPr>
                  <w:tcW w:w="608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E91E8" w14:textId="71E0EE92" w:rsidR="007D4791" w:rsidRDefault="007D4791" w:rsidP="007D4791">
                  <w:pPr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</w:pPr>
                  <w:r w:rsidRPr="000B2E35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 xml:space="preserve">Katastritunnus: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83101:001:0</w:t>
                  </w:r>
                  <w:r w:rsidR="0035033E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330</w:t>
                  </w:r>
                </w:p>
                <w:p w14:paraId="0D9068DF" w14:textId="77777777" w:rsidR="007D4791" w:rsidRPr="000B2E35" w:rsidRDefault="007D4791" w:rsidP="007D4791">
                  <w:pPr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Katastriüksuse nimi:</w:t>
                  </w:r>
                  <w:r w:rsidRPr="00852023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92 Tartu – Viljandi – Kilingi-Nõmme tee</w:t>
                  </w:r>
                </w:p>
              </w:tc>
            </w:tr>
            <w:tr w:rsidR="007D4791" w:rsidRPr="000B2E35" w14:paraId="642ED93D" w14:textId="77777777" w:rsidTr="0063415E">
              <w:trPr>
                <w:trHeight w:val="378"/>
              </w:trPr>
              <w:tc>
                <w:tcPr>
                  <w:tcW w:w="608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DE8A1CF" w14:textId="201A3F72" w:rsidR="007D4791" w:rsidRPr="000B2E35" w:rsidRDefault="007D4791" w:rsidP="007D4791">
                  <w:pPr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</w:pPr>
                  <w:r w:rsidRPr="000B2E35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Kinnistu registriosa number:</w:t>
                  </w:r>
                  <w:r w:rsidR="0035033E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248</w:t>
                  </w:r>
                  <w:r w:rsidR="009424F9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6450</w:t>
                  </w:r>
                </w:p>
                <w:p w14:paraId="50944BDA" w14:textId="547EED17" w:rsidR="007D4791" w:rsidRPr="000B2E35" w:rsidRDefault="007D4791" w:rsidP="007D4791">
                  <w:pPr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</w:pPr>
                  <w:r w:rsidRPr="000B2E35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Riigi kinnisvara objekti kood KV</w:t>
                  </w:r>
                  <w:r w:rsidR="009424F9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61577</w:t>
                  </w:r>
                </w:p>
              </w:tc>
            </w:tr>
            <w:tr w:rsidR="007D4791" w:rsidRPr="00B65C3A" w14:paraId="068DB92C" w14:textId="77777777" w:rsidTr="0063415E">
              <w:trPr>
                <w:trHeight w:val="453"/>
              </w:trPr>
              <w:tc>
                <w:tcPr>
                  <w:tcW w:w="608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14:paraId="7450DA57" w14:textId="1085B7B1" w:rsidR="007D4791" w:rsidRPr="0086202A" w:rsidRDefault="007D4791" w:rsidP="007D4791">
                  <w:pPr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</w:pPr>
                  <w:r w:rsidRPr="0086202A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 xml:space="preserve">POS </w:t>
                  </w:r>
                  <w:r w:rsidR="009424F9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2</w:t>
                  </w:r>
                  <w:r w:rsidR="00C7391E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 xml:space="preserve"> ja 3</w:t>
                  </w:r>
                  <w:r w:rsidRPr="0086202A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: elektri maakaabelliini rajamiseks</w:t>
                  </w:r>
                </w:p>
                <w:p w14:paraId="5CD52BFF" w14:textId="77777777" w:rsidR="007D4791" w:rsidRPr="0086202A" w:rsidRDefault="007D4791" w:rsidP="007D4791">
                  <w:pPr>
                    <w:jc w:val="both"/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</w:pPr>
                  <w:r w:rsidRPr="0086202A"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 xml:space="preserve">Ruumikuju andmed: PARI ID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t-EE"/>
                    </w:rPr>
                    <w:t>187840</w:t>
                  </w:r>
                </w:p>
                <w:p w14:paraId="7D2B83DE" w14:textId="6DD56004" w:rsidR="000B59A0" w:rsidRDefault="00030EEF" w:rsidP="007D4791">
                  <w:pPr>
                    <w:jc w:val="both"/>
                    <w:rPr>
                      <w:sz w:val="20"/>
                      <w:szCs w:val="20"/>
                    </w:rPr>
                  </w:pPr>
                  <w:hyperlink r:id="rId14" w:history="1">
                    <w:r w:rsidR="000B59A0" w:rsidRPr="004C528F">
                      <w:rPr>
                        <w:rStyle w:val="Hyperlink"/>
                        <w:sz w:val="20"/>
                        <w:szCs w:val="20"/>
                      </w:rPr>
                      <w:t>https://pari.kataster.ee/magic-link/9a94dfc8-7684-415d-89b4-99049681d6c6</w:t>
                    </w:r>
                  </w:hyperlink>
                </w:p>
                <w:p w14:paraId="7905C128" w14:textId="54CDFAE3" w:rsidR="007D4791" w:rsidRDefault="000B59A0" w:rsidP="007D4791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 </w:t>
                  </w:r>
                  <w:r w:rsidR="007D4791" w:rsidRPr="00B65C3A">
                    <w:rPr>
                      <w:sz w:val="20"/>
                      <w:szCs w:val="20"/>
                    </w:rPr>
                    <w:t xml:space="preserve"> </w:t>
                  </w:r>
                </w:p>
                <w:p w14:paraId="6CD00E78" w14:textId="77777777" w:rsidR="007D4791" w:rsidRDefault="007D4791" w:rsidP="007D4791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084EA8A8" w14:textId="77777777" w:rsidR="007D4791" w:rsidRPr="00B65C3A" w:rsidRDefault="007D4791" w:rsidP="007D4791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4CA8E609" w14:textId="77777777" w:rsidR="007D4791" w:rsidRPr="00B65C3A" w:rsidRDefault="007D4791" w:rsidP="007D4791">
                  <w:pPr>
                    <w:jc w:val="both"/>
                    <w:rPr>
                      <w:rFonts w:ascii="Times New Roman" w:eastAsia="Calibri" w:hAnsi="Times New Roman"/>
                      <w:color w:val="0070C0"/>
                      <w:sz w:val="22"/>
                      <w:szCs w:val="22"/>
                      <w:u w:val="single"/>
                      <w:lang w:val="et-EE"/>
                    </w:rPr>
                  </w:pPr>
                </w:p>
              </w:tc>
            </w:tr>
          </w:tbl>
          <w:p w14:paraId="72AC347D" w14:textId="77777777" w:rsidR="00E8550A" w:rsidRPr="0086202A" w:rsidRDefault="00E8550A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386812FC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(Plaanid peavad vastama Transpordiameti kodulehel lisatud juhendile ja Transpordiameti kooskõlastusele).</w:t>
            </w:r>
          </w:p>
        </w:tc>
      </w:tr>
      <w:bookmarkEnd w:id="0"/>
    </w:tbl>
    <w:p w14:paraId="55B75447" w14:textId="77777777" w:rsidR="00152269" w:rsidRDefault="00152269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43AE98D0" w14:textId="77777777" w:rsidR="00152269" w:rsidRDefault="00152269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75291243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CD5728">
      <w:headerReference w:type="first" r:id="rId15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AE97" w14:textId="77777777" w:rsidR="00CD5728" w:rsidRDefault="00CD5728">
      <w:r>
        <w:separator/>
      </w:r>
    </w:p>
  </w:endnote>
  <w:endnote w:type="continuationSeparator" w:id="0">
    <w:p w14:paraId="6F5C9E0A" w14:textId="77777777" w:rsidR="00CD5728" w:rsidRDefault="00CD5728">
      <w:r>
        <w:continuationSeparator/>
      </w:r>
    </w:p>
  </w:endnote>
  <w:endnote w:type="continuationNotice" w:id="1">
    <w:p w14:paraId="458438B3" w14:textId="77777777" w:rsidR="00CD5728" w:rsidRDefault="00CD57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5668F" w14:textId="77777777" w:rsidR="00CD5728" w:rsidRDefault="00CD5728">
      <w:r>
        <w:separator/>
      </w:r>
    </w:p>
  </w:footnote>
  <w:footnote w:type="continuationSeparator" w:id="0">
    <w:p w14:paraId="21F40276" w14:textId="77777777" w:rsidR="00CD5728" w:rsidRDefault="00CD5728">
      <w:r>
        <w:continuationSeparator/>
      </w:r>
    </w:p>
  </w:footnote>
  <w:footnote w:type="continuationNotice" w:id="1">
    <w:p w14:paraId="4409EA47" w14:textId="77777777" w:rsidR="00CD5728" w:rsidRDefault="00CD57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1D41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0B59A0"/>
    <w:rsid w:val="00131D0A"/>
    <w:rsid w:val="00143561"/>
    <w:rsid w:val="00146F8F"/>
    <w:rsid w:val="00152269"/>
    <w:rsid w:val="00156A2F"/>
    <w:rsid w:val="00161456"/>
    <w:rsid w:val="001618AE"/>
    <w:rsid w:val="0017684B"/>
    <w:rsid w:val="001918BD"/>
    <w:rsid w:val="0019253D"/>
    <w:rsid w:val="001A0C3A"/>
    <w:rsid w:val="001B4370"/>
    <w:rsid w:val="001E324A"/>
    <w:rsid w:val="001E3CED"/>
    <w:rsid w:val="00211D2D"/>
    <w:rsid w:val="00215382"/>
    <w:rsid w:val="00251F87"/>
    <w:rsid w:val="002569F2"/>
    <w:rsid w:val="002701D0"/>
    <w:rsid w:val="002726A3"/>
    <w:rsid w:val="002A798D"/>
    <w:rsid w:val="002D2C76"/>
    <w:rsid w:val="002D4D27"/>
    <w:rsid w:val="002E0EF7"/>
    <w:rsid w:val="0033388C"/>
    <w:rsid w:val="00335CBC"/>
    <w:rsid w:val="0035033E"/>
    <w:rsid w:val="003551E2"/>
    <w:rsid w:val="00357C22"/>
    <w:rsid w:val="00382D66"/>
    <w:rsid w:val="003A0ECE"/>
    <w:rsid w:val="003B0D86"/>
    <w:rsid w:val="003C3108"/>
    <w:rsid w:val="003D0A93"/>
    <w:rsid w:val="003D1FEA"/>
    <w:rsid w:val="003D57ED"/>
    <w:rsid w:val="003F5996"/>
    <w:rsid w:val="00442D2B"/>
    <w:rsid w:val="004455FC"/>
    <w:rsid w:val="00454AD8"/>
    <w:rsid w:val="00470107"/>
    <w:rsid w:val="0048236D"/>
    <w:rsid w:val="00482DEA"/>
    <w:rsid w:val="00491AD7"/>
    <w:rsid w:val="004D1D70"/>
    <w:rsid w:val="004E6DF0"/>
    <w:rsid w:val="004F75DF"/>
    <w:rsid w:val="005015D7"/>
    <w:rsid w:val="0050379B"/>
    <w:rsid w:val="00526B22"/>
    <w:rsid w:val="00532D2F"/>
    <w:rsid w:val="00532FAF"/>
    <w:rsid w:val="005572A4"/>
    <w:rsid w:val="00582590"/>
    <w:rsid w:val="005A217D"/>
    <w:rsid w:val="005A75B8"/>
    <w:rsid w:val="005C24D9"/>
    <w:rsid w:val="005E2103"/>
    <w:rsid w:val="005F4CAF"/>
    <w:rsid w:val="00605B27"/>
    <w:rsid w:val="00625192"/>
    <w:rsid w:val="006275D0"/>
    <w:rsid w:val="00627953"/>
    <w:rsid w:val="00640C8E"/>
    <w:rsid w:val="006466E4"/>
    <w:rsid w:val="00660072"/>
    <w:rsid w:val="006736DE"/>
    <w:rsid w:val="00674CE7"/>
    <w:rsid w:val="00690323"/>
    <w:rsid w:val="006B28B7"/>
    <w:rsid w:val="006C22B1"/>
    <w:rsid w:val="006C4838"/>
    <w:rsid w:val="006F34A3"/>
    <w:rsid w:val="006F595A"/>
    <w:rsid w:val="00703BCB"/>
    <w:rsid w:val="00726860"/>
    <w:rsid w:val="00735051"/>
    <w:rsid w:val="00742C52"/>
    <w:rsid w:val="0074688B"/>
    <w:rsid w:val="007525B1"/>
    <w:rsid w:val="0077377F"/>
    <w:rsid w:val="0078503D"/>
    <w:rsid w:val="00785BC4"/>
    <w:rsid w:val="007870BE"/>
    <w:rsid w:val="00797B52"/>
    <w:rsid w:val="007A21F0"/>
    <w:rsid w:val="007A5E5F"/>
    <w:rsid w:val="007D4791"/>
    <w:rsid w:val="007E637D"/>
    <w:rsid w:val="007F353E"/>
    <w:rsid w:val="008250FC"/>
    <w:rsid w:val="0082604D"/>
    <w:rsid w:val="00852023"/>
    <w:rsid w:val="0086202A"/>
    <w:rsid w:val="00867D35"/>
    <w:rsid w:val="0087462B"/>
    <w:rsid w:val="0087587A"/>
    <w:rsid w:val="00887289"/>
    <w:rsid w:val="00897B9A"/>
    <w:rsid w:val="008A4D13"/>
    <w:rsid w:val="008E65B3"/>
    <w:rsid w:val="008F2A05"/>
    <w:rsid w:val="008F713B"/>
    <w:rsid w:val="00907E24"/>
    <w:rsid w:val="0092028B"/>
    <w:rsid w:val="00930BE5"/>
    <w:rsid w:val="00940144"/>
    <w:rsid w:val="009424F9"/>
    <w:rsid w:val="009612E0"/>
    <w:rsid w:val="00962202"/>
    <w:rsid w:val="00973871"/>
    <w:rsid w:val="0098160F"/>
    <w:rsid w:val="00995F05"/>
    <w:rsid w:val="009D38F3"/>
    <w:rsid w:val="009D42CB"/>
    <w:rsid w:val="009D56A4"/>
    <w:rsid w:val="009D7D3A"/>
    <w:rsid w:val="009E181A"/>
    <w:rsid w:val="009E24C3"/>
    <w:rsid w:val="009E7E2A"/>
    <w:rsid w:val="00A250BE"/>
    <w:rsid w:val="00A27416"/>
    <w:rsid w:val="00A33A60"/>
    <w:rsid w:val="00A43A3D"/>
    <w:rsid w:val="00A45F32"/>
    <w:rsid w:val="00A65739"/>
    <w:rsid w:val="00A676A6"/>
    <w:rsid w:val="00A832DA"/>
    <w:rsid w:val="00AD0AB0"/>
    <w:rsid w:val="00AE1639"/>
    <w:rsid w:val="00B060FD"/>
    <w:rsid w:val="00B232F1"/>
    <w:rsid w:val="00B33174"/>
    <w:rsid w:val="00B33B98"/>
    <w:rsid w:val="00B521C3"/>
    <w:rsid w:val="00B65C3A"/>
    <w:rsid w:val="00BA0165"/>
    <w:rsid w:val="00BA17B3"/>
    <w:rsid w:val="00BC2385"/>
    <w:rsid w:val="00BC3A42"/>
    <w:rsid w:val="00BC62D7"/>
    <w:rsid w:val="00BF064F"/>
    <w:rsid w:val="00BF0E4C"/>
    <w:rsid w:val="00C0020C"/>
    <w:rsid w:val="00C04347"/>
    <w:rsid w:val="00C30FE7"/>
    <w:rsid w:val="00C34030"/>
    <w:rsid w:val="00C40448"/>
    <w:rsid w:val="00C4140E"/>
    <w:rsid w:val="00C47436"/>
    <w:rsid w:val="00C4762C"/>
    <w:rsid w:val="00C50A9A"/>
    <w:rsid w:val="00C53640"/>
    <w:rsid w:val="00C7391E"/>
    <w:rsid w:val="00C84B10"/>
    <w:rsid w:val="00C86912"/>
    <w:rsid w:val="00C95ABD"/>
    <w:rsid w:val="00C966E8"/>
    <w:rsid w:val="00CB31D7"/>
    <w:rsid w:val="00CB41F4"/>
    <w:rsid w:val="00CC5443"/>
    <w:rsid w:val="00CD5728"/>
    <w:rsid w:val="00CE24E4"/>
    <w:rsid w:val="00CE5616"/>
    <w:rsid w:val="00D24041"/>
    <w:rsid w:val="00D25D80"/>
    <w:rsid w:val="00D266EA"/>
    <w:rsid w:val="00D31BD2"/>
    <w:rsid w:val="00D4458D"/>
    <w:rsid w:val="00D453AE"/>
    <w:rsid w:val="00D85382"/>
    <w:rsid w:val="00D94E00"/>
    <w:rsid w:val="00DA1B61"/>
    <w:rsid w:val="00DB17D9"/>
    <w:rsid w:val="00DC2830"/>
    <w:rsid w:val="00DD3288"/>
    <w:rsid w:val="00DF19FF"/>
    <w:rsid w:val="00E27A09"/>
    <w:rsid w:val="00E3559E"/>
    <w:rsid w:val="00E366A1"/>
    <w:rsid w:val="00E44F8E"/>
    <w:rsid w:val="00E47970"/>
    <w:rsid w:val="00E54F14"/>
    <w:rsid w:val="00E6200E"/>
    <w:rsid w:val="00E73B2A"/>
    <w:rsid w:val="00E8550A"/>
    <w:rsid w:val="00EB79F8"/>
    <w:rsid w:val="00EC1493"/>
    <w:rsid w:val="00EC15EB"/>
    <w:rsid w:val="00ED26F8"/>
    <w:rsid w:val="00EE47F0"/>
    <w:rsid w:val="00EE4B09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68216508-a656-4676-a428-ddb8a138d33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a.mcmanus@elektrilevi.e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9a94dfc8-7684-415d-89b4-99049681d6c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205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2380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2024-05-28T08:26:00Z</dcterms:created>
  <dcterms:modified xsi:type="dcterms:W3CDTF">2024-05-28T08:26:00Z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